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36D2C" w14:textId="77777777" w:rsidR="00E0067A" w:rsidRDefault="00E0067A" w:rsidP="00E0067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nr 7/2023</w:t>
      </w:r>
    </w:p>
    <w:p w14:paraId="038FE98F" w14:textId="77777777" w:rsidR="00E0067A" w:rsidRDefault="00E0067A" w:rsidP="00E0067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2FFCBBF" w14:textId="64D4C868" w:rsidR="00E0067A" w:rsidRDefault="00E0067A" w:rsidP="00E0067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481E06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481E06">
        <w:rPr>
          <w:rFonts w:ascii="Corbel" w:hAnsi="Corbel"/>
          <w:b/>
          <w:smallCaps/>
          <w:sz w:val="24"/>
          <w:szCs w:val="24"/>
        </w:rPr>
        <w:t>8</w:t>
      </w:r>
    </w:p>
    <w:p w14:paraId="6A382C16" w14:textId="77777777" w:rsidR="00E0067A" w:rsidRDefault="00E0067A" w:rsidP="00E0067A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EB6E3E2" w14:textId="4BF565BE" w:rsidR="00E0067A" w:rsidRPr="00EA4832" w:rsidRDefault="00E0067A" w:rsidP="00E0067A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481E06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481E06">
        <w:rPr>
          <w:rFonts w:ascii="Corbel" w:hAnsi="Corbel"/>
          <w:sz w:val="20"/>
          <w:szCs w:val="20"/>
        </w:rPr>
        <w:t>8</w:t>
      </w:r>
    </w:p>
    <w:p w14:paraId="4D89CE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82668" w14:paraId="002A1CA2" w14:textId="77777777" w:rsidTr="00481E06">
        <w:tc>
          <w:tcPr>
            <w:tcW w:w="2694" w:type="dxa"/>
            <w:vAlign w:val="center"/>
          </w:tcPr>
          <w:p w14:paraId="3ABB6B3C" w14:textId="77777777" w:rsidR="0085747A" w:rsidRPr="00F8266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266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0DB6C9" w14:textId="1F329AF2" w:rsidR="0085747A" w:rsidRPr="00F82668" w:rsidRDefault="00C63883" w:rsidP="4D4835B5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4D4835B5">
              <w:rPr>
                <w:rFonts w:ascii="Corbel" w:hAnsi="Corbel"/>
                <w:bCs/>
                <w:sz w:val="24"/>
                <w:szCs w:val="24"/>
              </w:rPr>
              <w:t>Polityka bezpieczeństwa Polski</w:t>
            </w:r>
          </w:p>
        </w:tc>
      </w:tr>
      <w:tr w:rsidR="0085747A" w:rsidRPr="00F82668" w14:paraId="5E23BBE5" w14:textId="77777777" w:rsidTr="00481E06">
        <w:tc>
          <w:tcPr>
            <w:tcW w:w="2694" w:type="dxa"/>
            <w:vAlign w:val="center"/>
          </w:tcPr>
          <w:p w14:paraId="6A991DA2" w14:textId="77777777" w:rsidR="0085747A" w:rsidRPr="00F8266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266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8266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F12C532" w14:textId="2FA1AEE0" w:rsidR="0085747A" w:rsidRPr="00F82668" w:rsidRDefault="00D937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2668">
              <w:rPr>
                <w:rFonts w:ascii="Corbel" w:hAnsi="Corbel"/>
                <w:b w:val="0"/>
                <w:sz w:val="24"/>
                <w:szCs w:val="24"/>
              </w:rPr>
              <w:t>MK_37</w:t>
            </w:r>
          </w:p>
        </w:tc>
      </w:tr>
      <w:tr w:rsidR="00481E06" w:rsidRPr="00F82668" w14:paraId="1147F68F" w14:textId="77777777" w:rsidTr="00481E06">
        <w:tc>
          <w:tcPr>
            <w:tcW w:w="2694" w:type="dxa"/>
            <w:vAlign w:val="center"/>
          </w:tcPr>
          <w:p w14:paraId="1BEC2AE4" w14:textId="77777777" w:rsidR="00481E06" w:rsidRPr="00F82668" w:rsidRDefault="00481E06" w:rsidP="00481E0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8266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14:paraId="4E36397B" w14:textId="15FE954C" w:rsidR="00481E06" w:rsidRPr="00481E06" w:rsidRDefault="00481E06" w:rsidP="00481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81E06">
              <w:rPr>
                <w:rFonts w:ascii="Corbel" w:hAnsi="Corbel"/>
                <w:b w:val="0"/>
                <w:bCs/>
                <w:sz w:val="24"/>
                <w:szCs w:val="24"/>
              </w:rPr>
              <w:t>Wydział Nauk Społecznych</w:t>
            </w:r>
          </w:p>
        </w:tc>
      </w:tr>
      <w:tr w:rsidR="00481E06" w:rsidRPr="00F82668" w14:paraId="755EBC5B" w14:textId="77777777" w:rsidTr="00481E06">
        <w:tc>
          <w:tcPr>
            <w:tcW w:w="2694" w:type="dxa"/>
            <w:vAlign w:val="center"/>
          </w:tcPr>
          <w:p w14:paraId="10CA7B62" w14:textId="77777777" w:rsidR="00481E06" w:rsidRPr="00F82668" w:rsidRDefault="00481E06" w:rsidP="00481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266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42EC1141" w14:textId="6A46B3DA" w:rsidR="00481E06" w:rsidRPr="00481E06" w:rsidRDefault="00481E06" w:rsidP="00481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81E06">
              <w:rPr>
                <w:rFonts w:ascii="Corbel" w:hAnsi="Corbel"/>
                <w:b w:val="0"/>
                <w:bCs/>
                <w:sz w:val="24"/>
                <w:szCs w:val="24"/>
              </w:rPr>
              <w:t>Instytut Nauk o Polityce i Bezpieczeństwie</w:t>
            </w:r>
          </w:p>
        </w:tc>
      </w:tr>
      <w:tr w:rsidR="0085747A" w:rsidRPr="00F82668" w14:paraId="21F19BB6" w14:textId="77777777" w:rsidTr="00481E06">
        <w:tc>
          <w:tcPr>
            <w:tcW w:w="2694" w:type="dxa"/>
            <w:vAlign w:val="center"/>
          </w:tcPr>
          <w:p w14:paraId="4E6CF5C7" w14:textId="77777777" w:rsidR="0085747A" w:rsidRPr="00F8266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266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1DC3E9" w14:textId="30704E0B" w:rsidR="0085747A" w:rsidRPr="00F82668" w:rsidRDefault="00C638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2668"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F82668" w14:paraId="427715A1" w14:textId="77777777" w:rsidTr="00481E06">
        <w:tc>
          <w:tcPr>
            <w:tcW w:w="2694" w:type="dxa"/>
            <w:vAlign w:val="center"/>
          </w:tcPr>
          <w:p w14:paraId="4CEF5555" w14:textId="77777777" w:rsidR="0085747A" w:rsidRPr="00F8266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266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A96AE8" w14:textId="1E5E0C78" w:rsidR="0085747A" w:rsidRPr="00F82668" w:rsidRDefault="5E399B47" w:rsidP="4D4835B5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4D4835B5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</w:p>
        </w:tc>
      </w:tr>
      <w:tr w:rsidR="0085747A" w:rsidRPr="00F82668" w14:paraId="536A37E4" w14:textId="77777777" w:rsidTr="00481E06">
        <w:tc>
          <w:tcPr>
            <w:tcW w:w="2694" w:type="dxa"/>
            <w:vAlign w:val="center"/>
          </w:tcPr>
          <w:p w14:paraId="6D85A909" w14:textId="77777777" w:rsidR="0085747A" w:rsidRPr="00F8266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266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B2BF85" w14:textId="28B109AE" w:rsidR="0085747A" w:rsidRPr="00F82668" w:rsidRDefault="00C638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266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82668" w14:paraId="0B9C95DB" w14:textId="77777777" w:rsidTr="00481E06">
        <w:tc>
          <w:tcPr>
            <w:tcW w:w="2694" w:type="dxa"/>
            <w:vAlign w:val="center"/>
          </w:tcPr>
          <w:p w14:paraId="2CEF1938" w14:textId="77777777" w:rsidR="0085747A" w:rsidRPr="00F8266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266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A748B1" w14:textId="76DC41E8" w:rsidR="0085747A" w:rsidRPr="00F82668" w:rsidRDefault="00914E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63883" w:rsidRPr="00F8266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F82668" w14:paraId="785E2D30" w14:textId="77777777" w:rsidTr="00481E06">
        <w:tc>
          <w:tcPr>
            <w:tcW w:w="2694" w:type="dxa"/>
            <w:vAlign w:val="center"/>
          </w:tcPr>
          <w:p w14:paraId="112DA73D" w14:textId="77777777" w:rsidR="0085747A" w:rsidRPr="00F8266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266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82668">
              <w:rPr>
                <w:rFonts w:ascii="Corbel" w:hAnsi="Corbel"/>
                <w:sz w:val="24"/>
                <w:szCs w:val="24"/>
              </w:rPr>
              <w:t>/y</w:t>
            </w:r>
            <w:r w:rsidRPr="00F8266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7576E0" w14:textId="3410268D" w:rsidR="0085747A" w:rsidRPr="00F82668" w:rsidRDefault="00C638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2668">
              <w:rPr>
                <w:rFonts w:ascii="Corbel" w:hAnsi="Corbel"/>
                <w:b w:val="0"/>
                <w:sz w:val="24"/>
                <w:szCs w:val="24"/>
              </w:rPr>
              <w:t xml:space="preserve">III </w:t>
            </w:r>
            <w:r w:rsidR="008E3A0D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F82668">
              <w:rPr>
                <w:rFonts w:ascii="Corbel" w:hAnsi="Corbel"/>
                <w:b w:val="0"/>
                <w:sz w:val="24"/>
                <w:szCs w:val="24"/>
              </w:rPr>
              <w:t xml:space="preserve"> VI </w:t>
            </w:r>
          </w:p>
        </w:tc>
      </w:tr>
      <w:tr w:rsidR="0085747A" w:rsidRPr="00F82668" w14:paraId="740F75D6" w14:textId="77777777" w:rsidTr="00481E06">
        <w:tc>
          <w:tcPr>
            <w:tcW w:w="2694" w:type="dxa"/>
            <w:vAlign w:val="center"/>
          </w:tcPr>
          <w:p w14:paraId="4FF88505" w14:textId="77777777" w:rsidR="0085747A" w:rsidRPr="00F8266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266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13F0F4" w14:textId="0B3C68C6" w:rsidR="0085747A" w:rsidRPr="00F82668" w:rsidRDefault="646234DE" w:rsidP="45A0E2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5A0E28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82668" w14:paraId="15CA04B9" w14:textId="77777777" w:rsidTr="00481E06">
        <w:tc>
          <w:tcPr>
            <w:tcW w:w="2694" w:type="dxa"/>
            <w:vAlign w:val="center"/>
          </w:tcPr>
          <w:p w14:paraId="10289199" w14:textId="77777777" w:rsidR="00923D7D" w:rsidRPr="00F8266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266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6661FC" w14:textId="73EEE1BA" w:rsidR="00923D7D" w:rsidRPr="00F82668" w:rsidRDefault="00C638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266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82668" w14:paraId="60C1DA19" w14:textId="77777777" w:rsidTr="00481E06">
        <w:tc>
          <w:tcPr>
            <w:tcW w:w="2694" w:type="dxa"/>
            <w:vAlign w:val="center"/>
          </w:tcPr>
          <w:p w14:paraId="0223F092" w14:textId="77777777" w:rsidR="0085747A" w:rsidRPr="00F8266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266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D0CFD4" w14:textId="08D49F34" w:rsidR="0085747A" w:rsidRPr="00F82668" w:rsidRDefault="00C638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2668">
              <w:rPr>
                <w:rFonts w:ascii="Corbel" w:hAnsi="Corbel"/>
                <w:b w:val="0"/>
                <w:sz w:val="24"/>
                <w:szCs w:val="24"/>
              </w:rPr>
              <w:t>Dr hab. Andrzej Zapałowski</w:t>
            </w:r>
            <w:r w:rsidR="00D9374C" w:rsidRPr="00F82668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F82668" w14:paraId="0AA5DF9E" w14:textId="77777777" w:rsidTr="00481E06">
        <w:tc>
          <w:tcPr>
            <w:tcW w:w="2694" w:type="dxa"/>
            <w:vAlign w:val="center"/>
          </w:tcPr>
          <w:p w14:paraId="07D8D903" w14:textId="77777777" w:rsidR="0085747A" w:rsidRPr="00F8266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266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09F918" w14:textId="4BA35F26" w:rsidR="0085747A" w:rsidRPr="00F82668" w:rsidRDefault="00C638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2668">
              <w:rPr>
                <w:rFonts w:ascii="Corbel" w:hAnsi="Corbel"/>
                <w:b w:val="0"/>
                <w:sz w:val="24"/>
                <w:szCs w:val="24"/>
              </w:rPr>
              <w:t>Dr hab. Andrzej Zapałowski</w:t>
            </w:r>
            <w:r w:rsidR="00D9374C" w:rsidRPr="00F82668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1880785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9516B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99643E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4B7B65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915"/>
        <w:gridCol w:w="695"/>
        <w:gridCol w:w="1020"/>
        <w:gridCol w:w="720"/>
        <w:gridCol w:w="900"/>
        <w:gridCol w:w="596"/>
        <w:gridCol w:w="948"/>
        <w:gridCol w:w="1189"/>
        <w:gridCol w:w="1505"/>
      </w:tblGrid>
      <w:tr w:rsidR="00015B8F" w:rsidRPr="009C54AE" w14:paraId="5A7108CD" w14:textId="77777777" w:rsidTr="4D4835B5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A44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CDE44D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3B3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1E6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FA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126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CC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FBA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80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24D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3D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AE58C1D" w14:textId="77777777" w:rsidTr="4D4835B5">
        <w:trPr>
          <w:trHeight w:val="45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8CF8" w14:textId="55860A5F" w:rsidR="00015B8F" w:rsidRPr="009C54AE" w:rsidRDefault="00D937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E088" w14:textId="7E305E60" w:rsidR="00015B8F" w:rsidRPr="009C54AE" w:rsidRDefault="00914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6388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A4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21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AD4F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8E4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4A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68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8BE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E72C3" w14:textId="4FAFA2DD" w:rsidR="00015B8F" w:rsidRPr="009C54AE" w:rsidRDefault="00C638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0F732D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666DBD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30CB09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8DFFA8F" w14:textId="32E76AD5" w:rsidR="0085747A" w:rsidRPr="009C54AE" w:rsidRDefault="2BE8E33E" w:rsidP="4D4835B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4D4835B5">
        <w:rPr>
          <w:rFonts w:ascii="MS Gothic" w:eastAsia="MS Gothic" w:hAnsi="MS Gothic" w:cs="MS Gothic"/>
          <w:b w:val="0"/>
        </w:rPr>
        <w:t xml:space="preserve"> </w:t>
      </w:r>
      <w:r w:rsidR="00C63883" w:rsidRPr="4D4835B5">
        <w:rPr>
          <w:rFonts w:ascii="MS Gothic" w:eastAsia="MS Gothic" w:hAnsi="MS Gothic" w:cs="MS Gothic"/>
          <w:b w:val="0"/>
        </w:rPr>
        <w:t>x</w:t>
      </w:r>
      <w:r w:rsidR="0085747A" w:rsidRPr="4D4835B5">
        <w:rPr>
          <w:rFonts w:ascii="Corbel" w:hAnsi="Corbel"/>
          <w:b w:val="0"/>
          <w:smallCaps w:val="0"/>
        </w:rPr>
        <w:t xml:space="preserve"> zajęcia w formie tradycyjnej </w:t>
      </w:r>
    </w:p>
    <w:p w14:paraId="039C080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3ECEA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F4E664" w14:textId="37498F01" w:rsidR="00E22FBC" w:rsidRPr="009C54AE" w:rsidRDefault="00E22FBC" w:rsidP="78DE9F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8DE9F07">
        <w:rPr>
          <w:rFonts w:ascii="Corbel" w:hAnsi="Corbel"/>
          <w:smallCaps w:val="0"/>
        </w:rPr>
        <w:t xml:space="preserve">1.3 </w:t>
      </w:r>
      <w:r>
        <w:tab/>
      </w:r>
      <w:r w:rsidRPr="78DE9F07">
        <w:rPr>
          <w:rFonts w:ascii="Corbel" w:hAnsi="Corbel"/>
          <w:smallCaps w:val="0"/>
        </w:rPr>
        <w:t>For</w:t>
      </w:r>
      <w:r w:rsidR="00445970" w:rsidRPr="78DE9F07">
        <w:rPr>
          <w:rFonts w:ascii="Corbel" w:hAnsi="Corbel"/>
          <w:smallCaps w:val="0"/>
        </w:rPr>
        <w:t xml:space="preserve">ma zaliczenia przedmiotu </w:t>
      </w:r>
      <w:r w:rsidRPr="78DE9F07">
        <w:rPr>
          <w:rFonts w:ascii="Corbel" w:hAnsi="Corbel"/>
          <w:smallCaps w:val="0"/>
        </w:rPr>
        <w:t xml:space="preserve">(z toku) </w:t>
      </w:r>
      <w:r w:rsidRPr="78DE9F07">
        <w:rPr>
          <w:rFonts w:ascii="Corbel" w:hAnsi="Corbel"/>
          <w:b w:val="0"/>
          <w:smallCaps w:val="0"/>
        </w:rPr>
        <w:t>(egzamin, zaliczenie z oceną, zaliczenie bez oceny)</w:t>
      </w:r>
    </w:p>
    <w:p w14:paraId="08374C7E" w14:textId="4576CB53" w:rsidR="009C54AE" w:rsidRDefault="00D9374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4C7E402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70532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4D4835B5">
        <w:rPr>
          <w:rFonts w:ascii="Corbel" w:hAnsi="Corbel"/>
        </w:rPr>
        <w:t xml:space="preserve">2.Wymagania wstępne </w:t>
      </w:r>
    </w:p>
    <w:p w14:paraId="629E6800" w14:textId="7946FFB8" w:rsidR="4D4835B5" w:rsidRDefault="4D4835B5" w:rsidP="4D4835B5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F2EAE5" w14:textId="77777777" w:rsidTr="4D4835B5">
        <w:tc>
          <w:tcPr>
            <w:tcW w:w="9670" w:type="dxa"/>
          </w:tcPr>
          <w:p w14:paraId="43D7A572" w14:textId="46FE1915" w:rsidR="0085747A" w:rsidRPr="009C54AE" w:rsidRDefault="00C63883" w:rsidP="4D4835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4D4835B5">
              <w:rPr>
                <w:rFonts w:ascii="Corbel" w:hAnsi="Corbel"/>
                <w:b w:val="0"/>
                <w:smallCaps w:val="0"/>
                <w:color w:val="000000" w:themeColor="text1"/>
              </w:rPr>
              <w:t>brak</w:t>
            </w:r>
          </w:p>
        </w:tc>
      </w:tr>
    </w:tbl>
    <w:p w14:paraId="7C2A1CE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41F359" w14:textId="77777777" w:rsidR="0080233D" w:rsidRDefault="0080233D" w:rsidP="78DE9F07">
      <w:pPr>
        <w:pStyle w:val="Punktygwne"/>
        <w:spacing w:before="0" w:after="0"/>
        <w:rPr>
          <w:rFonts w:ascii="Corbel" w:hAnsi="Corbel"/>
        </w:rPr>
      </w:pPr>
    </w:p>
    <w:p w14:paraId="76A45961" w14:textId="0953932E" w:rsidR="0085747A" w:rsidRPr="00C05F44" w:rsidRDefault="0071620A" w:rsidP="78DE9F07">
      <w:pPr>
        <w:pStyle w:val="Punktygwne"/>
        <w:spacing w:before="0" w:after="0"/>
        <w:rPr>
          <w:rFonts w:ascii="Corbel" w:hAnsi="Corbel"/>
        </w:rPr>
      </w:pPr>
      <w:r w:rsidRPr="78DE9F07">
        <w:rPr>
          <w:rFonts w:ascii="Corbel" w:hAnsi="Corbel"/>
        </w:rPr>
        <w:t>3.</w:t>
      </w:r>
      <w:r w:rsidR="0085747A" w:rsidRPr="78DE9F07">
        <w:rPr>
          <w:rFonts w:ascii="Corbel" w:hAnsi="Corbel"/>
        </w:rPr>
        <w:t xml:space="preserve"> </w:t>
      </w:r>
      <w:r w:rsidR="00A84C85" w:rsidRPr="78DE9F07">
        <w:rPr>
          <w:rFonts w:ascii="Corbel" w:hAnsi="Corbel"/>
        </w:rPr>
        <w:t>cele, efekty uczenia się</w:t>
      </w:r>
      <w:r w:rsidR="0085747A" w:rsidRPr="78DE9F07">
        <w:rPr>
          <w:rFonts w:ascii="Corbel" w:hAnsi="Corbel"/>
        </w:rPr>
        <w:t>, treści Programowe i stosowane metody Dydaktyczne</w:t>
      </w:r>
    </w:p>
    <w:p w14:paraId="1A05E1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B1E11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15B3A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AB50AA6" w14:textId="77777777" w:rsidTr="4B376363">
        <w:tc>
          <w:tcPr>
            <w:tcW w:w="851" w:type="dxa"/>
            <w:vAlign w:val="center"/>
          </w:tcPr>
          <w:p w14:paraId="109A0EC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1357423" w14:textId="6049A64D" w:rsidR="0085747A" w:rsidRPr="009C54AE" w:rsidRDefault="34AE334A" w:rsidP="4D4835B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4D4835B5">
              <w:rPr>
                <w:rFonts w:ascii="Corbel" w:hAnsi="Corbel"/>
                <w:b w:val="0"/>
                <w:sz w:val="24"/>
                <w:szCs w:val="24"/>
              </w:rPr>
              <w:t>Posiada zaawansowaną wiedzę z zakresu polityki bezpieczeństwa państwa oraz zna historyczne przesłanki uwarunkowań polskiej polityki bezpieczeństwa</w:t>
            </w:r>
          </w:p>
        </w:tc>
      </w:tr>
      <w:tr w:rsidR="0085747A" w:rsidRPr="009C54AE" w14:paraId="51425F6A" w14:textId="77777777" w:rsidTr="4B376363">
        <w:tc>
          <w:tcPr>
            <w:tcW w:w="851" w:type="dxa"/>
            <w:vAlign w:val="center"/>
          </w:tcPr>
          <w:p w14:paraId="0E667B65" w14:textId="5CE9B5AC" w:rsidR="0085747A" w:rsidRPr="009C54AE" w:rsidRDefault="009B168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C987EBA" w14:textId="3CD8D4D5" w:rsidR="0085747A" w:rsidRPr="009C54AE" w:rsidRDefault="34AE334A" w:rsidP="4D4835B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4B376363">
              <w:rPr>
                <w:rFonts w:ascii="Corbel" w:hAnsi="Corbel"/>
                <w:b w:val="0"/>
                <w:sz w:val="24"/>
                <w:szCs w:val="24"/>
              </w:rPr>
              <w:t xml:space="preserve">Potrafi interpretować zjawiska powodujące generowanie zagrożeń dla Polski. Posiada wiedzę i </w:t>
            </w:r>
            <w:r w:rsidR="1FB4A631" w:rsidRPr="4B376363">
              <w:rPr>
                <w:rFonts w:ascii="Corbel" w:hAnsi="Corbel"/>
                <w:b w:val="0"/>
                <w:sz w:val="24"/>
                <w:szCs w:val="24"/>
              </w:rPr>
              <w:t>umiejętności</w:t>
            </w:r>
            <w:r w:rsidRPr="4B376363">
              <w:rPr>
                <w:rFonts w:ascii="Corbel" w:hAnsi="Corbel"/>
                <w:b w:val="0"/>
                <w:sz w:val="24"/>
                <w:szCs w:val="24"/>
              </w:rPr>
              <w:t xml:space="preserve"> w zakresie sprawnego posługiwania się strategiami i</w:t>
            </w:r>
            <w:r w:rsidR="63FCA029" w:rsidRPr="4B37636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4B376363">
              <w:rPr>
                <w:rFonts w:ascii="Corbel" w:hAnsi="Corbel"/>
                <w:b w:val="0"/>
                <w:sz w:val="24"/>
                <w:szCs w:val="24"/>
              </w:rPr>
              <w:t xml:space="preserve">doktrynami </w:t>
            </w:r>
            <w:r w:rsidR="1FB4A631" w:rsidRPr="4B376363">
              <w:rPr>
                <w:rFonts w:ascii="Corbel" w:hAnsi="Corbel"/>
                <w:b w:val="0"/>
                <w:sz w:val="24"/>
                <w:szCs w:val="24"/>
              </w:rPr>
              <w:t>bezpieczeństwa. Zna główne założenia polskiej polityki bezpieczeństwa</w:t>
            </w:r>
            <w:r w:rsidR="49273C1C" w:rsidRPr="4B37636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F44FA38" w14:textId="77777777" w:rsidTr="4B376363">
        <w:tc>
          <w:tcPr>
            <w:tcW w:w="851" w:type="dxa"/>
            <w:vAlign w:val="center"/>
          </w:tcPr>
          <w:p w14:paraId="7A534809" w14:textId="1583BBC9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9461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7FF7C00" w14:textId="4BDA924E" w:rsidR="0085747A" w:rsidRPr="009C54AE" w:rsidRDefault="49273C1C" w:rsidP="4D4835B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4D4835B5">
              <w:rPr>
                <w:rFonts w:ascii="Corbel" w:hAnsi="Corbel"/>
                <w:b w:val="0"/>
                <w:sz w:val="24"/>
                <w:szCs w:val="24"/>
              </w:rPr>
              <w:t xml:space="preserve">Zna uwarunkowania polityki bezpieczeństwa otoczenia Polski oraz założenia polskiego sytemu obronnego. Wie co oznacza osłona strategiczna państwa oraz bezpieczeństwo militarne. </w:t>
            </w:r>
          </w:p>
        </w:tc>
      </w:tr>
      <w:tr w:rsidR="00294617" w:rsidRPr="009C54AE" w14:paraId="79E0F89A" w14:textId="77777777" w:rsidTr="4B376363">
        <w:tc>
          <w:tcPr>
            <w:tcW w:w="851" w:type="dxa"/>
            <w:vAlign w:val="center"/>
          </w:tcPr>
          <w:p w14:paraId="7D751AEA" w14:textId="214B31DD" w:rsidR="00294617" w:rsidRPr="009C54AE" w:rsidRDefault="0029461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09687B6" w14:textId="21C8AD1A" w:rsidR="00294617" w:rsidRDefault="49273C1C" w:rsidP="4D4835B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4D4835B5">
              <w:rPr>
                <w:rFonts w:ascii="Corbel" w:hAnsi="Corbel"/>
                <w:b w:val="0"/>
                <w:sz w:val="24"/>
                <w:szCs w:val="24"/>
              </w:rPr>
              <w:t>Umie określić uwarunkowania polityki bezpieczeństwa w stosunku do Rosji oraz państw leżących w Azji. Interpretuje zjawiska zachodzące w obszarze bezpieczeństwa międzynarodowego i instytucjach międzynarodowych odpowiedzialnych z zbiorowe bezpieczeństwo.</w:t>
            </w:r>
          </w:p>
        </w:tc>
      </w:tr>
      <w:tr w:rsidR="00294617" w:rsidRPr="009C54AE" w14:paraId="3FEDAF4B" w14:textId="77777777" w:rsidTr="4B376363">
        <w:tc>
          <w:tcPr>
            <w:tcW w:w="851" w:type="dxa"/>
            <w:vAlign w:val="center"/>
          </w:tcPr>
          <w:p w14:paraId="114EA9A4" w14:textId="437EDA7E" w:rsidR="00294617" w:rsidRDefault="0029461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1CEA71D" w14:textId="7EA129BC" w:rsidR="00294617" w:rsidRDefault="49273C1C" w:rsidP="4D4835B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4D4835B5">
              <w:rPr>
                <w:rFonts w:ascii="Corbel" w:hAnsi="Corbel"/>
                <w:b w:val="0"/>
                <w:sz w:val="24"/>
                <w:szCs w:val="24"/>
              </w:rPr>
              <w:t>Umie przedstawić i argumentować zmiany w światowej architekturze bezpieczeństwa oraz wskazać główne wyzwania dla polskiej polityki bezpieczeństwa. Interpretuje zmiany geostrategiczne w świecie.</w:t>
            </w:r>
          </w:p>
        </w:tc>
      </w:tr>
    </w:tbl>
    <w:p w14:paraId="244017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9D63FF1" w14:textId="47B18D44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18540C6" w14:textId="7012A1F3" w:rsidR="00EC7262" w:rsidRDefault="00EC7262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5DBE60F" w14:textId="77777777" w:rsidR="00EC7262" w:rsidRPr="009C54AE" w:rsidRDefault="00EC7262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EC7262" w:rsidRPr="00EC7262" w14:paraId="3739597A" w14:textId="77777777" w:rsidTr="00E47AC4">
        <w:tc>
          <w:tcPr>
            <w:tcW w:w="1701" w:type="dxa"/>
            <w:vAlign w:val="center"/>
          </w:tcPr>
          <w:p w14:paraId="06601F59" w14:textId="77777777" w:rsidR="00EC7262" w:rsidRPr="00EC7262" w:rsidRDefault="00EC7262" w:rsidP="00EC7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7262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EC7262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09F4697" w14:textId="77777777" w:rsidR="00EC7262" w:rsidRPr="00EC7262" w:rsidRDefault="00EC7262" w:rsidP="00EC7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7262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6963DD9A" w14:textId="77777777" w:rsidR="00EC7262" w:rsidRPr="00EC7262" w:rsidRDefault="00EC7262" w:rsidP="00EC72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7262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EC7262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C7262" w:rsidRPr="00EC7262" w14:paraId="4D9A6BA4" w14:textId="77777777" w:rsidTr="00E47AC4">
        <w:tc>
          <w:tcPr>
            <w:tcW w:w="1701" w:type="dxa"/>
          </w:tcPr>
          <w:p w14:paraId="2E2A72D1" w14:textId="77777777" w:rsidR="00EC7262" w:rsidRPr="00EC7262" w:rsidRDefault="00EC7262" w:rsidP="00EC7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7262">
              <w:rPr>
                <w:rFonts w:ascii="Corbel" w:hAnsi="Corbel"/>
                <w:sz w:val="24"/>
                <w:szCs w:val="24"/>
              </w:rPr>
              <w:t>EK</w:t>
            </w:r>
            <w:r w:rsidRPr="00EC7262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D837912" w14:textId="77777777" w:rsidR="00EC7262" w:rsidRPr="00EC7262" w:rsidRDefault="00EC7262" w:rsidP="00EC7262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</w:rPr>
            </w:pPr>
            <w:r w:rsidRPr="00EC7262">
              <w:rPr>
                <w:rFonts w:ascii="Corbel" w:eastAsia="Corbel" w:hAnsi="Corbel" w:cs="Corbel"/>
                <w:sz w:val="23"/>
                <w:szCs w:val="23"/>
              </w:rPr>
              <w:t>Zna i rozumie w zaawansowanym stopniu struktury i funkcjonowanie instytucji politycznych na poziomie krajowym, organizacji międzynarodowych</w:t>
            </w:r>
          </w:p>
        </w:tc>
        <w:tc>
          <w:tcPr>
            <w:tcW w:w="1873" w:type="dxa"/>
          </w:tcPr>
          <w:p w14:paraId="27C86369" w14:textId="77777777" w:rsidR="00EC7262" w:rsidRPr="00EC7262" w:rsidRDefault="00EC7262" w:rsidP="00EC7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7262">
              <w:rPr>
                <w:rFonts w:ascii="Corbel" w:hAnsi="Corbel"/>
                <w:smallCaps/>
                <w:sz w:val="24"/>
              </w:rPr>
              <w:t>K_W02</w:t>
            </w:r>
          </w:p>
        </w:tc>
      </w:tr>
      <w:tr w:rsidR="00EC7262" w:rsidRPr="00EC7262" w14:paraId="62246D3A" w14:textId="77777777" w:rsidTr="00E47AC4">
        <w:tc>
          <w:tcPr>
            <w:tcW w:w="1701" w:type="dxa"/>
          </w:tcPr>
          <w:p w14:paraId="38204AC5" w14:textId="77777777" w:rsidR="00EC7262" w:rsidRPr="00EC7262" w:rsidRDefault="00EC7262" w:rsidP="00EC7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7262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49E13963" w14:textId="77777777" w:rsidR="00EC7262" w:rsidRPr="00EC7262" w:rsidRDefault="00EC7262" w:rsidP="00EC7262">
            <w:pPr>
              <w:jc w:val="both"/>
              <w:rPr>
                <w:rFonts w:ascii="Corbel" w:eastAsia="Corbel" w:hAnsi="Corbel" w:cs="Corbel"/>
                <w:b/>
                <w:bCs/>
                <w:smallCaps/>
              </w:rPr>
            </w:pPr>
            <w:r w:rsidRPr="00EC7262">
              <w:rPr>
                <w:rFonts w:ascii="Corbel" w:eastAsia="Corbel" w:hAnsi="Corbel" w:cs="Corbel"/>
                <w:sz w:val="23"/>
                <w:szCs w:val="23"/>
              </w:rPr>
              <w:t xml:space="preserve">Zna i rozumie w zaawansowanym stopniu teoretyczne modele stosunków międzynarodowych, funkcjonowanie i znaczenie systemów międzynarodowych, dynamikę zmian struktur międzynarodowych i instytucji politycznych oraz ich podstaw ideologicznych i teoretycznych </w:t>
            </w:r>
          </w:p>
        </w:tc>
        <w:tc>
          <w:tcPr>
            <w:tcW w:w="1873" w:type="dxa"/>
          </w:tcPr>
          <w:p w14:paraId="6063724A" w14:textId="77777777" w:rsidR="00EC7262" w:rsidRPr="00EC7262" w:rsidRDefault="00EC7262" w:rsidP="00EC7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7262">
              <w:rPr>
                <w:rFonts w:ascii="Corbel" w:hAnsi="Corbel"/>
                <w:smallCaps/>
                <w:sz w:val="24"/>
              </w:rPr>
              <w:t>K_W05</w:t>
            </w:r>
          </w:p>
        </w:tc>
      </w:tr>
      <w:tr w:rsidR="00EC7262" w:rsidRPr="00EC7262" w14:paraId="51529AF3" w14:textId="77777777" w:rsidTr="00E47AC4">
        <w:tc>
          <w:tcPr>
            <w:tcW w:w="1701" w:type="dxa"/>
          </w:tcPr>
          <w:p w14:paraId="2A7F3CF0" w14:textId="77777777" w:rsidR="00EC7262" w:rsidRPr="00EC7262" w:rsidRDefault="00EC7262" w:rsidP="00EC7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7262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6E51881E" w14:textId="77777777" w:rsidR="00EC7262" w:rsidRPr="00EC7262" w:rsidRDefault="00EC7262" w:rsidP="00EC7262">
            <w:pPr>
              <w:jc w:val="both"/>
              <w:rPr>
                <w:rFonts w:ascii="Corbel" w:eastAsia="Corbel" w:hAnsi="Corbel" w:cs="Corbel"/>
                <w:sz w:val="23"/>
                <w:szCs w:val="23"/>
              </w:rPr>
            </w:pPr>
            <w:r w:rsidRPr="00EC7262">
              <w:rPr>
                <w:rFonts w:ascii="Corbel" w:eastAsia="Corbel" w:hAnsi="Corbel" w:cs="Corbel"/>
                <w:sz w:val="24"/>
                <w:szCs w:val="24"/>
              </w:rPr>
              <w:t>Potrafi dokonać interpretacji zjawisk kulturowych, politycznych, gospodarczych, prawnych zachodzących w relacjach międzynarodowych, a także dokonać wielowymiarowej analizy zagrożeń militarnych, gospodarczych, politycznych</w:t>
            </w:r>
          </w:p>
        </w:tc>
        <w:tc>
          <w:tcPr>
            <w:tcW w:w="1873" w:type="dxa"/>
          </w:tcPr>
          <w:p w14:paraId="48DFEB4C" w14:textId="77777777" w:rsidR="00EC7262" w:rsidRPr="00EC7262" w:rsidRDefault="00EC7262" w:rsidP="00EC7262">
            <w:pPr>
              <w:spacing w:after="0" w:line="240" w:lineRule="auto"/>
              <w:rPr>
                <w:rFonts w:ascii="Corbel" w:hAnsi="Corbel"/>
                <w:smallCaps/>
                <w:sz w:val="24"/>
              </w:rPr>
            </w:pPr>
            <w:r w:rsidRPr="00EC7262">
              <w:rPr>
                <w:rFonts w:ascii="Corbel" w:hAnsi="Corbel"/>
                <w:smallCaps/>
                <w:sz w:val="24"/>
              </w:rPr>
              <w:t>K_U01</w:t>
            </w:r>
          </w:p>
        </w:tc>
      </w:tr>
      <w:tr w:rsidR="00EC7262" w:rsidRPr="00EC7262" w14:paraId="4D077A34" w14:textId="77777777" w:rsidTr="00E47AC4">
        <w:tc>
          <w:tcPr>
            <w:tcW w:w="1701" w:type="dxa"/>
          </w:tcPr>
          <w:p w14:paraId="690F3C09" w14:textId="77777777" w:rsidR="00EC7262" w:rsidRPr="00EC7262" w:rsidRDefault="00EC7262" w:rsidP="00EC7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7262">
              <w:rPr>
                <w:rFonts w:ascii="Corbel" w:hAnsi="Corbel"/>
                <w:sz w:val="24"/>
                <w:szCs w:val="24"/>
              </w:rPr>
              <w:t>EK_o4</w:t>
            </w:r>
          </w:p>
        </w:tc>
        <w:tc>
          <w:tcPr>
            <w:tcW w:w="6096" w:type="dxa"/>
          </w:tcPr>
          <w:p w14:paraId="087F045B" w14:textId="77777777" w:rsidR="00EC7262" w:rsidRPr="00EC7262" w:rsidRDefault="00EC7262" w:rsidP="00EC7262">
            <w:p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EC7262">
              <w:rPr>
                <w:rFonts w:ascii="Corbel" w:eastAsia="Corbel" w:hAnsi="Corbel" w:cs="Corbel"/>
                <w:sz w:val="24"/>
                <w:szCs w:val="24"/>
              </w:rPr>
              <w:t xml:space="preserve">Potrafi </w:t>
            </w:r>
            <w:r w:rsidRPr="00EC7262">
              <w:rPr>
                <w:rFonts w:ascii="Corbel" w:hAnsi="Corbel"/>
              </w:rPr>
              <w:t xml:space="preserve">zebrać oraz dokonać selekcji informacji na temat zjawisk zachodzących w stosunkach międzynarodowych oraz dokonać ich wstępnej analizy przy wykorzystaniu posiadanej wiedzy </w:t>
            </w:r>
            <w:r w:rsidRPr="00EC7262">
              <w:rPr>
                <w:rFonts w:ascii="Corbel" w:hAnsi="Corbel"/>
              </w:rPr>
              <w:lastRenderedPageBreak/>
              <w:t>teoretycznej z uwzględnieniem obowiązujących norm i reguł prawnych</w:t>
            </w:r>
          </w:p>
        </w:tc>
        <w:tc>
          <w:tcPr>
            <w:tcW w:w="1873" w:type="dxa"/>
          </w:tcPr>
          <w:p w14:paraId="0BD6DDCB" w14:textId="77777777" w:rsidR="00EC7262" w:rsidRPr="00EC7262" w:rsidRDefault="00EC7262" w:rsidP="00EC7262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EC7262">
              <w:rPr>
                <w:rFonts w:ascii="Corbel" w:hAnsi="Corbel"/>
                <w:smallCaps/>
                <w:sz w:val="24"/>
              </w:rPr>
              <w:lastRenderedPageBreak/>
              <w:t>K_U02</w:t>
            </w:r>
          </w:p>
        </w:tc>
      </w:tr>
      <w:tr w:rsidR="00EC7262" w:rsidRPr="00EC7262" w14:paraId="30B93CCB" w14:textId="77777777" w:rsidTr="00E47AC4">
        <w:tc>
          <w:tcPr>
            <w:tcW w:w="1701" w:type="dxa"/>
          </w:tcPr>
          <w:p w14:paraId="32E80557" w14:textId="77777777" w:rsidR="00EC7262" w:rsidRPr="00EC7262" w:rsidRDefault="00EC7262" w:rsidP="00EC72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7262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0A21BC64" w14:textId="77777777" w:rsidR="00EC7262" w:rsidRPr="00EC7262" w:rsidRDefault="00EC7262" w:rsidP="00EC7262">
            <w:pPr>
              <w:jc w:val="both"/>
              <w:rPr>
                <w:rFonts w:ascii="Corbel" w:eastAsia="Corbel" w:hAnsi="Corbel" w:cs="Corbel"/>
                <w:b/>
                <w:bCs/>
                <w:smallCaps/>
              </w:rPr>
            </w:pPr>
            <w:r w:rsidRPr="00EC7262">
              <w:rPr>
                <w:rFonts w:ascii="Corbel" w:eastAsia="Corbel" w:hAnsi="Corbel" w:cs="Corbel"/>
                <w:sz w:val="24"/>
                <w:szCs w:val="24"/>
              </w:rPr>
              <w:t>Jest gotów do ciągłego pogłębiania zdobytej wiedzy, przyswajania i analizowania nowych wiadomości i procesów z zakresu stosunków międzynarodowych, a także wykorzystując poznane narzędzia wyrażać krytyczną opinię w tym zakresie</w:t>
            </w:r>
          </w:p>
        </w:tc>
        <w:tc>
          <w:tcPr>
            <w:tcW w:w="1873" w:type="dxa"/>
          </w:tcPr>
          <w:p w14:paraId="4B44FD61" w14:textId="77777777" w:rsidR="00EC7262" w:rsidRPr="00EC7262" w:rsidRDefault="00EC7262" w:rsidP="00EC7262">
            <w:pPr>
              <w:spacing w:after="0" w:line="240" w:lineRule="auto"/>
              <w:rPr>
                <w:rFonts w:ascii="Corbel" w:hAnsi="Corbel"/>
                <w:smallCaps/>
                <w:sz w:val="24"/>
              </w:rPr>
            </w:pPr>
            <w:r w:rsidRPr="00EC7262">
              <w:rPr>
                <w:rFonts w:ascii="Corbel" w:hAnsi="Corbel"/>
                <w:smallCaps/>
                <w:sz w:val="24"/>
              </w:rPr>
              <w:t>K_K01</w:t>
            </w:r>
          </w:p>
        </w:tc>
      </w:tr>
    </w:tbl>
    <w:p w14:paraId="3B5FE7F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70B9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7D47F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A3FC8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78DE9F07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CF6A8F" w14:textId="77777777" w:rsidTr="00923D7D">
        <w:tc>
          <w:tcPr>
            <w:tcW w:w="9639" w:type="dxa"/>
          </w:tcPr>
          <w:p w14:paraId="461319B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6252675" w14:textId="77777777" w:rsidTr="00923D7D">
        <w:tc>
          <w:tcPr>
            <w:tcW w:w="9639" w:type="dxa"/>
          </w:tcPr>
          <w:p w14:paraId="6137D64D" w14:textId="2D55E256" w:rsidR="0085747A" w:rsidRPr="009C54AE" w:rsidRDefault="00C63883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0" w:name="_Hlk82612604"/>
            <w:r>
              <w:rPr>
                <w:rFonts w:ascii="Corbel" w:hAnsi="Corbel"/>
                <w:sz w:val="24"/>
                <w:szCs w:val="24"/>
              </w:rPr>
              <w:t>Pojęcie polityki bezpieczeństwa i jego uwarunkowania</w:t>
            </w:r>
          </w:p>
        </w:tc>
      </w:tr>
      <w:tr w:rsidR="0014579F" w:rsidRPr="009C54AE" w14:paraId="0B3EAED9" w14:textId="77777777" w:rsidTr="00923D7D">
        <w:tc>
          <w:tcPr>
            <w:tcW w:w="9639" w:type="dxa"/>
          </w:tcPr>
          <w:p w14:paraId="4B8D6A95" w14:textId="38890698" w:rsidR="0014579F" w:rsidRDefault="0014579F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Historyczny kontekst bezpieczeństwa Polski-doświadczenia.</w:t>
            </w:r>
          </w:p>
        </w:tc>
      </w:tr>
      <w:tr w:rsidR="0014579F" w:rsidRPr="009C54AE" w14:paraId="46056CD0" w14:textId="77777777" w:rsidTr="00923D7D">
        <w:tc>
          <w:tcPr>
            <w:tcW w:w="9639" w:type="dxa"/>
          </w:tcPr>
          <w:p w14:paraId="48ECF87B" w14:textId="27B6E102" w:rsidR="0014579F" w:rsidRDefault="0014579F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Zagrożenia bezpieczeństwa narodowego Polski</w:t>
            </w:r>
          </w:p>
        </w:tc>
      </w:tr>
      <w:tr w:rsidR="0014579F" w:rsidRPr="009C54AE" w14:paraId="489915EE" w14:textId="77777777" w:rsidTr="00923D7D">
        <w:tc>
          <w:tcPr>
            <w:tcW w:w="9639" w:type="dxa"/>
          </w:tcPr>
          <w:p w14:paraId="70A36CFD" w14:textId="43F72E4F" w:rsidR="0014579F" w:rsidRDefault="0014579F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Strategia bezpieczeństwa narodowego</w:t>
            </w:r>
          </w:p>
        </w:tc>
      </w:tr>
      <w:tr w:rsidR="0085747A" w:rsidRPr="009C54AE" w14:paraId="42304E68" w14:textId="77777777" w:rsidTr="00923D7D">
        <w:tc>
          <w:tcPr>
            <w:tcW w:w="9639" w:type="dxa"/>
          </w:tcPr>
          <w:p w14:paraId="4A413237" w14:textId="4F0349CC" w:rsidR="0085747A" w:rsidRPr="009C54AE" w:rsidRDefault="004B2D00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Polska polityka bezpieczeństwa po 1989 roku</w:t>
            </w:r>
          </w:p>
        </w:tc>
      </w:tr>
      <w:tr w:rsidR="00261AE0" w:rsidRPr="009C54AE" w14:paraId="11E1DE08" w14:textId="77777777" w:rsidTr="00923D7D">
        <w:tc>
          <w:tcPr>
            <w:tcW w:w="9639" w:type="dxa"/>
          </w:tcPr>
          <w:p w14:paraId="259CF7F9" w14:textId="46127AF6" w:rsidR="00261AE0" w:rsidRDefault="00261AE0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Polska w Europejskim systemie bezpieczeństwa</w:t>
            </w:r>
          </w:p>
        </w:tc>
      </w:tr>
      <w:tr w:rsidR="004B2D00" w:rsidRPr="009C54AE" w14:paraId="1A492164" w14:textId="77777777" w:rsidTr="00923D7D">
        <w:tc>
          <w:tcPr>
            <w:tcW w:w="9639" w:type="dxa"/>
          </w:tcPr>
          <w:p w14:paraId="65F244E0" w14:textId="2C39CF2A" w:rsidR="004B2D00" w:rsidRDefault="004B2D00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Osłona strategiczna Polski</w:t>
            </w:r>
          </w:p>
        </w:tc>
      </w:tr>
      <w:tr w:rsidR="004B2D00" w:rsidRPr="009C54AE" w14:paraId="5FE94B6C" w14:textId="77777777" w:rsidTr="00923D7D">
        <w:tc>
          <w:tcPr>
            <w:tcW w:w="9639" w:type="dxa"/>
          </w:tcPr>
          <w:p w14:paraId="65A0ABBC" w14:textId="6F363FC1" w:rsidR="004B2D00" w:rsidRDefault="004B2D00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bezpieczeństwa narodowego</w:t>
            </w:r>
          </w:p>
        </w:tc>
      </w:tr>
      <w:tr w:rsidR="004B2D00" w:rsidRPr="009C54AE" w14:paraId="7186A7F5" w14:textId="77777777" w:rsidTr="00923D7D">
        <w:tc>
          <w:tcPr>
            <w:tcW w:w="9639" w:type="dxa"/>
          </w:tcPr>
          <w:p w14:paraId="0F09441C" w14:textId="27C10E78" w:rsidR="004B2D00" w:rsidRDefault="004B2D00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strategii bezpieczeństwa narodowego</w:t>
            </w:r>
          </w:p>
        </w:tc>
      </w:tr>
      <w:tr w:rsidR="004B2D00" w:rsidRPr="009C54AE" w14:paraId="2E4903EF" w14:textId="77777777" w:rsidTr="00923D7D">
        <w:tc>
          <w:tcPr>
            <w:tcW w:w="9639" w:type="dxa"/>
          </w:tcPr>
          <w:p w14:paraId="383D99FB" w14:textId="2B9AF3C0" w:rsidR="004B2D00" w:rsidRDefault="004B2D00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oraz środki powszechnej ochrony i obrony narodowej</w:t>
            </w:r>
          </w:p>
        </w:tc>
      </w:tr>
      <w:tr w:rsidR="0014579F" w:rsidRPr="009C54AE" w14:paraId="5E849FD0" w14:textId="77777777" w:rsidTr="00923D7D">
        <w:tc>
          <w:tcPr>
            <w:tcW w:w="9639" w:type="dxa"/>
          </w:tcPr>
          <w:p w14:paraId="4759E3CA" w14:textId="3FE26104" w:rsidR="0014579F" w:rsidRDefault="0014579F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Współpraca międzynarodowa w polityce bezpieczeństwa </w:t>
            </w:r>
          </w:p>
        </w:tc>
      </w:tr>
      <w:tr w:rsidR="0014579F" w:rsidRPr="009C54AE" w14:paraId="73463317" w14:textId="77777777" w:rsidTr="00923D7D">
        <w:tc>
          <w:tcPr>
            <w:tcW w:w="9639" w:type="dxa"/>
          </w:tcPr>
          <w:p w14:paraId="190BC30B" w14:textId="70016B29" w:rsidR="0014579F" w:rsidRDefault="0014579F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członkostwa w NATO na polską politykę bezpieczeństwa</w:t>
            </w:r>
          </w:p>
        </w:tc>
      </w:tr>
      <w:tr w:rsidR="0014579F" w:rsidRPr="009C54AE" w14:paraId="2A949017" w14:textId="77777777" w:rsidTr="00923D7D">
        <w:tc>
          <w:tcPr>
            <w:tcW w:w="9639" w:type="dxa"/>
          </w:tcPr>
          <w:p w14:paraId="19855181" w14:textId="2400FEFE" w:rsidR="0014579F" w:rsidRDefault="0014579F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militarne państwa</w:t>
            </w:r>
          </w:p>
        </w:tc>
      </w:tr>
      <w:tr w:rsidR="004B2D00" w:rsidRPr="009C54AE" w14:paraId="29CEE396" w14:textId="77777777" w:rsidTr="00923D7D">
        <w:tc>
          <w:tcPr>
            <w:tcW w:w="9639" w:type="dxa"/>
          </w:tcPr>
          <w:p w14:paraId="14C6CDB9" w14:textId="7DD2A501" w:rsidR="004B2D00" w:rsidRDefault="004B2D00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Polska strategia wojskowa</w:t>
            </w:r>
          </w:p>
        </w:tc>
      </w:tr>
      <w:tr w:rsidR="0014579F" w:rsidRPr="009C54AE" w14:paraId="762DCA3C" w14:textId="77777777" w:rsidTr="00923D7D">
        <w:tc>
          <w:tcPr>
            <w:tcW w:w="9639" w:type="dxa"/>
          </w:tcPr>
          <w:p w14:paraId="429C030C" w14:textId="1FDB1DD0" w:rsidR="0014579F" w:rsidRDefault="00261AE0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bezpieczeństwa państwa</w:t>
            </w:r>
          </w:p>
        </w:tc>
      </w:tr>
      <w:tr w:rsidR="00261AE0" w:rsidRPr="009C54AE" w14:paraId="31E9E88A" w14:textId="77777777" w:rsidTr="00923D7D">
        <w:tc>
          <w:tcPr>
            <w:tcW w:w="9639" w:type="dxa"/>
          </w:tcPr>
          <w:p w14:paraId="63B500BB" w14:textId="3034377D" w:rsidR="00261AE0" w:rsidRDefault="00B5046C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Problematyka bezpieczeństwa w stosunkach Polski z Rosją i Białorusią</w:t>
            </w:r>
          </w:p>
        </w:tc>
      </w:tr>
      <w:tr w:rsidR="00B5046C" w:rsidRPr="009C54AE" w14:paraId="225BD741" w14:textId="77777777" w:rsidTr="00923D7D">
        <w:tc>
          <w:tcPr>
            <w:tcW w:w="9639" w:type="dxa"/>
          </w:tcPr>
          <w:p w14:paraId="1516AF9D" w14:textId="56896926" w:rsidR="00B5046C" w:rsidRDefault="00B5046C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Ekonomiczne aspekty polskiej polityki bezpieczeństwa</w:t>
            </w:r>
          </w:p>
        </w:tc>
      </w:tr>
      <w:tr w:rsidR="00B5046C" w:rsidRPr="009C54AE" w14:paraId="4080FF1E" w14:textId="77777777" w:rsidTr="00923D7D">
        <w:tc>
          <w:tcPr>
            <w:tcW w:w="9639" w:type="dxa"/>
          </w:tcPr>
          <w:p w14:paraId="4F671442" w14:textId="5E7042FF" w:rsidR="00B5046C" w:rsidRDefault="00B5046C" w:rsidP="00C6388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Polska polityka bezpieczeństwa wobec konfliktów w Azji i na Bliskim Wschodzie</w:t>
            </w:r>
          </w:p>
        </w:tc>
      </w:tr>
      <w:tr w:rsidR="0085747A" w:rsidRPr="009C54AE" w14:paraId="0233C264" w14:textId="77777777" w:rsidTr="00923D7D">
        <w:tc>
          <w:tcPr>
            <w:tcW w:w="9639" w:type="dxa"/>
          </w:tcPr>
          <w:p w14:paraId="523CD13C" w14:textId="0353FB84" w:rsidR="0085747A" w:rsidRPr="009C54AE" w:rsidRDefault="004B2D00" w:rsidP="00B504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Regionalizm w polskiej polityce bezpieczeństwa</w:t>
            </w:r>
          </w:p>
        </w:tc>
      </w:tr>
      <w:tr w:rsidR="004B2D00" w:rsidRPr="009C54AE" w14:paraId="3B39A4FB" w14:textId="77777777" w:rsidTr="00923D7D">
        <w:tc>
          <w:tcPr>
            <w:tcW w:w="9639" w:type="dxa"/>
          </w:tcPr>
          <w:p w14:paraId="3D81E4F7" w14:textId="52310CCF" w:rsidR="004B2D00" w:rsidRDefault="00B5046C" w:rsidP="00B504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Wyzwania dla polskiej polityki bezpieczeństwa wobec osłabiania pozycji USA na świecie.</w:t>
            </w:r>
          </w:p>
        </w:tc>
      </w:tr>
      <w:bookmarkEnd w:id="0"/>
    </w:tbl>
    <w:p w14:paraId="16B536C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02DF2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8DE9F0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78DE9F07">
        <w:rPr>
          <w:rFonts w:ascii="Corbel" w:hAnsi="Corbel"/>
          <w:sz w:val="24"/>
          <w:szCs w:val="24"/>
        </w:rPr>
        <w:t xml:space="preserve">, </w:t>
      </w:r>
      <w:r w:rsidRPr="78DE9F07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EFD926" w14:textId="77777777" w:rsidTr="4D4835B5">
        <w:tc>
          <w:tcPr>
            <w:tcW w:w="9639" w:type="dxa"/>
          </w:tcPr>
          <w:p w14:paraId="2B2EA80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5699E5E" w14:textId="77777777" w:rsidTr="4D4835B5">
        <w:tc>
          <w:tcPr>
            <w:tcW w:w="9639" w:type="dxa"/>
          </w:tcPr>
          <w:p w14:paraId="076A55C8" w14:textId="0D9E0DF5" w:rsidR="0085747A" w:rsidRPr="009C54AE" w:rsidRDefault="76107E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D4835B5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4EB4B1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1C141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13B9B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768CC0" w14:textId="1CBDFC3B" w:rsidR="00E960BB" w:rsidRDefault="00D9374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 problemowy</w:t>
      </w:r>
    </w:p>
    <w:p w14:paraId="15026B5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CB755A" w14:textId="09BE67C8" w:rsidR="4D4835B5" w:rsidRDefault="4D4835B5" w:rsidP="4D4835B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9F35253" w14:textId="5D79652E" w:rsidR="4B376363" w:rsidRDefault="4B376363" w:rsidP="4B37636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42752E56" w14:textId="23178894" w:rsidR="4B376363" w:rsidRDefault="4B376363" w:rsidP="4B37636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3F707F75" w14:textId="75960C0B" w:rsidR="4B376363" w:rsidRDefault="4B376363" w:rsidP="4B37636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558CA18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1E66E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5E8D1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57E8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E990E28" w14:textId="77777777" w:rsidTr="4D4835B5">
        <w:tc>
          <w:tcPr>
            <w:tcW w:w="1985" w:type="dxa"/>
            <w:vAlign w:val="center"/>
          </w:tcPr>
          <w:p w14:paraId="317E557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6A21C56" w14:textId="260EC0CB" w:rsidR="0085747A" w:rsidRPr="009C54AE" w:rsidRDefault="00A84C85" w:rsidP="4D483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4D4835B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2E4ECD44" w:rsidRPr="4D4835B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2425E21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60485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C39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A14457C" w14:textId="77777777" w:rsidTr="4D4835B5">
        <w:tc>
          <w:tcPr>
            <w:tcW w:w="1985" w:type="dxa"/>
          </w:tcPr>
          <w:p w14:paraId="20C0CE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FC2BB05" w14:textId="7826A326" w:rsidR="0085747A" w:rsidRPr="00294617" w:rsidRDefault="002946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4617">
              <w:rPr>
                <w:rFonts w:ascii="Corbel" w:hAnsi="Corbel"/>
                <w:b w:val="0"/>
                <w:szCs w:val="24"/>
              </w:rPr>
              <w:t>egzamin ustny</w:t>
            </w:r>
            <w:r>
              <w:rPr>
                <w:rFonts w:ascii="Corbel" w:hAnsi="Corbel"/>
                <w:b w:val="0"/>
                <w:szCs w:val="24"/>
              </w:rPr>
              <w:t>, obserwacja w trakcie zajęć, dyskusja</w:t>
            </w:r>
          </w:p>
        </w:tc>
        <w:tc>
          <w:tcPr>
            <w:tcW w:w="2126" w:type="dxa"/>
          </w:tcPr>
          <w:p w14:paraId="0C8D76D3" w14:textId="7C6ECEDD" w:rsidR="0085747A" w:rsidRPr="009C54AE" w:rsidRDefault="002946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27DCA4CE" w14:textId="77777777" w:rsidTr="4D4835B5">
        <w:tc>
          <w:tcPr>
            <w:tcW w:w="1985" w:type="dxa"/>
          </w:tcPr>
          <w:p w14:paraId="66BA6E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93996A0" w14:textId="2D75AB91" w:rsidR="0085747A" w:rsidRPr="009C54AE" w:rsidRDefault="002946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4617">
              <w:rPr>
                <w:rFonts w:ascii="Corbel" w:hAnsi="Corbel"/>
                <w:b w:val="0"/>
                <w:szCs w:val="24"/>
              </w:rPr>
              <w:t>egzamin ustny</w:t>
            </w:r>
            <w:r>
              <w:rPr>
                <w:rFonts w:ascii="Corbel" w:hAnsi="Corbel"/>
                <w:b w:val="0"/>
                <w:szCs w:val="24"/>
              </w:rPr>
              <w:t>, obserwacja w trakcie zajęć, dyskusja</w:t>
            </w:r>
          </w:p>
        </w:tc>
        <w:tc>
          <w:tcPr>
            <w:tcW w:w="2126" w:type="dxa"/>
          </w:tcPr>
          <w:p w14:paraId="51543E08" w14:textId="10DA3B08" w:rsidR="0085747A" w:rsidRPr="009C54AE" w:rsidRDefault="002946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94617" w:rsidRPr="009C54AE" w14:paraId="016E9EBC" w14:textId="77777777" w:rsidTr="4D4835B5">
        <w:tc>
          <w:tcPr>
            <w:tcW w:w="1985" w:type="dxa"/>
          </w:tcPr>
          <w:p w14:paraId="181C868C" w14:textId="77777777" w:rsidR="00294617" w:rsidRDefault="002946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  <w:p w14:paraId="550E466E" w14:textId="073A9E02" w:rsidR="00294617" w:rsidRPr="009C54AE" w:rsidRDefault="002946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1FB0D3D7" w14:textId="0BCC3E6F" w:rsidR="00294617" w:rsidRPr="00294617" w:rsidRDefault="002946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4617">
              <w:rPr>
                <w:rFonts w:ascii="Corbel" w:hAnsi="Corbel"/>
                <w:b w:val="0"/>
                <w:szCs w:val="24"/>
              </w:rPr>
              <w:t>egzamin ustny</w:t>
            </w:r>
            <w:r>
              <w:rPr>
                <w:rFonts w:ascii="Corbel" w:hAnsi="Corbel"/>
                <w:b w:val="0"/>
                <w:szCs w:val="24"/>
              </w:rPr>
              <w:t>, obserwacja w trakcie zajęć, dyskusja</w:t>
            </w:r>
          </w:p>
        </w:tc>
        <w:tc>
          <w:tcPr>
            <w:tcW w:w="2126" w:type="dxa"/>
          </w:tcPr>
          <w:p w14:paraId="5DBB9C78" w14:textId="1F176558" w:rsidR="00294617" w:rsidRPr="009C54AE" w:rsidRDefault="002946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94617" w:rsidRPr="009C54AE" w14:paraId="24DB5802" w14:textId="77777777" w:rsidTr="4D4835B5">
        <w:tc>
          <w:tcPr>
            <w:tcW w:w="1985" w:type="dxa"/>
          </w:tcPr>
          <w:p w14:paraId="33936B57" w14:textId="6ECC56D7" w:rsidR="00294617" w:rsidRPr="009C54AE" w:rsidRDefault="002946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EK_o4</w:t>
            </w:r>
          </w:p>
        </w:tc>
        <w:tc>
          <w:tcPr>
            <w:tcW w:w="5528" w:type="dxa"/>
          </w:tcPr>
          <w:p w14:paraId="3989A48C" w14:textId="287DE1FE" w:rsidR="00294617" w:rsidRPr="00294617" w:rsidRDefault="002946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4617">
              <w:rPr>
                <w:rFonts w:ascii="Corbel" w:hAnsi="Corbel"/>
                <w:b w:val="0"/>
                <w:szCs w:val="24"/>
              </w:rPr>
              <w:t>egzamin ustny</w:t>
            </w:r>
            <w:r>
              <w:rPr>
                <w:rFonts w:ascii="Corbel" w:hAnsi="Corbel"/>
                <w:b w:val="0"/>
                <w:szCs w:val="24"/>
              </w:rPr>
              <w:t>, obserwacja w trakcie zajęć, dyskusja</w:t>
            </w:r>
          </w:p>
        </w:tc>
        <w:tc>
          <w:tcPr>
            <w:tcW w:w="2126" w:type="dxa"/>
          </w:tcPr>
          <w:p w14:paraId="707A74AF" w14:textId="5F97A6BA" w:rsidR="00294617" w:rsidRPr="009C54AE" w:rsidRDefault="002946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94617" w:rsidRPr="009C54AE" w14:paraId="36D1C4F6" w14:textId="77777777" w:rsidTr="4D4835B5">
        <w:tc>
          <w:tcPr>
            <w:tcW w:w="1985" w:type="dxa"/>
          </w:tcPr>
          <w:p w14:paraId="46BEC828" w14:textId="40657F87" w:rsidR="00294617" w:rsidRPr="009C54AE" w:rsidRDefault="002946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011792E" w14:textId="005391D6" w:rsidR="00294617" w:rsidRPr="00294617" w:rsidRDefault="002946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4617">
              <w:rPr>
                <w:rFonts w:ascii="Corbel" w:hAnsi="Corbel"/>
                <w:b w:val="0"/>
                <w:szCs w:val="24"/>
              </w:rPr>
              <w:t>egzamin ustny</w:t>
            </w:r>
            <w:r>
              <w:rPr>
                <w:rFonts w:ascii="Corbel" w:hAnsi="Corbel"/>
                <w:b w:val="0"/>
                <w:szCs w:val="24"/>
              </w:rPr>
              <w:t>, obserwacja w trakcie zajęć, dyskusja</w:t>
            </w:r>
          </w:p>
        </w:tc>
        <w:tc>
          <w:tcPr>
            <w:tcW w:w="2126" w:type="dxa"/>
          </w:tcPr>
          <w:p w14:paraId="59629A99" w14:textId="57E40B87" w:rsidR="00294617" w:rsidRPr="009C54AE" w:rsidRDefault="0029461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6AB3BE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25777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265D23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4A58DD" w14:textId="77777777" w:rsidTr="4D4835B5">
        <w:tc>
          <w:tcPr>
            <w:tcW w:w="9670" w:type="dxa"/>
          </w:tcPr>
          <w:p w14:paraId="473DB590" w14:textId="334E8D2C" w:rsidR="0085747A" w:rsidRDefault="00C105C8" w:rsidP="00C105C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Znajomość podstawowych pojęć z zakresu polityki bezpieczeństwa</w:t>
            </w:r>
          </w:p>
          <w:p w14:paraId="678A9C5C" w14:textId="2EA94093" w:rsidR="00C105C8" w:rsidRDefault="00C105C8" w:rsidP="00C105C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Znajomość głównych kierunków i celów polskiej polityki bezpieczeństwa</w:t>
            </w:r>
          </w:p>
          <w:p w14:paraId="2E1F158E" w14:textId="1A0A9467" w:rsidR="00C105C8" w:rsidRDefault="00C105C8" w:rsidP="00C105C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Dobra orientacja w zakresie głównych zagrożeń dla bezpieczeństwa Polski</w:t>
            </w:r>
          </w:p>
          <w:p w14:paraId="2A9015D7" w14:textId="11A2F2F0" w:rsidR="00C105C8" w:rsidRPr="00C105C8" w:rsidRDefault="00C105C8" w:rsidP="00C105C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 i obecność na zajęciach</w:t>
            </w:r>
          </w:p>
          <w:p w14:paraId="1AD1CA4B" w14:textId="32DED570" w:rsidR="0085747A" w:rsidRPr="009C54AE" w:rsidRDefault="66DEA435" w:rsidP="4D4835B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4835B5">
              <w:rPr>
                <w:rFonts w:ascii="Corbel" w:hAnsi="Corbel"/>
                <w:b w:val="0"/>
                <w:smallCaps w:val="0"/>
              </w:rPr>
              <w:t>Egzamin ustny</w:t>
            </w:r>
          </w:p>
        </w:tc>
      </w:tr>
    </w:tbl>
    <w:p w14:paraId="28400A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D7002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2E11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1E0DF8FB" w14:textId="77777777" w:rsidTr="45A0E283">
        <w:tc>
          <w:tcPr>
            <w:tcW w:w="4962" w:type="dxa"/>
            <w:vAlign w:val="center"/>
          </w:tcPr>
          <w:p w14:paraId="7C6F42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369D49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2A10FFE" w14:textId="77777777" w:rsidTr="45A0E283">
        <w:tc>
          <w:tcPr>
            <w:tcW w:w="4962" w:type="dxa"/>
          </w:tcPr>
          <w:p w14:paraId="19157147" w14:textId="1C6CA7DC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A0E283">
              <w:rPr>
                <w:rFonts w:ascii="Corbel" w:hAnsi="Corbel"/>
                <w:sz w:val="24"/>
                <w:szCs w:val="24"/>
              </w:rPr>
              <w:t>G</w:t>
            </w:r>
            <w:r w:rsidR="0085747A" w:rsidRPr="45A0E28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45A0E28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45A0E283">
              <w:rPr>
                <w:rFonts w:ascii="Corbel" w:hAnsi="Corbel"/>
                <w:sz w:val="24"/>
                <w:szCs w:val="24"/>
              </w:rPr>
              <w:t xml:space="preserve"> w</w:t>
            </w:r>
            <w:r w:rsidRPr="45A0E283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45A0E283">
              <w:rPr>
                <w:rFonts w:ascii="Corbel" w:hAnsi="Corbel"/>
                <w:sz w:val="24"/>
                <w:szCs w:val="24"/>
              </w:rPr>
              <w:t xml:space="preserve"> </w:t>
            </w:r>
            <w:r w:rsidR="28E97E52" w:rsidRPr="45A0E283">
              <w:rPr>
                <w:rFonts w:ascii="Corbel" w:hAnsi="Corbel"/>
                <w:sz w:val="24"/>
                <w:szCs w:val="24"/>
              </w:rPr>
              <w:t>z</w:t>
            </w:r>
            <w:r w:rsidR="5F5B0290" w:rsidRPr="45A0E283">
              <w:rPr>
                <w:rFonts w:ascii="Corbel" w:hAnsi="Corbel"/>
                <w:sz w:val="24"/>
                <w:szCs w:val="24"/>
              </w:rPr>
              <w:t xml:space="preserve"> </w:t>
            </w:r>
            <w:r w:rsidR="28E97E52" w:rsidRPr="45A0E28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45A0E283">
              <w:rPr>
                <w:rFonts w:ascii="Corbel" w:hAnsi="Corbel"/>
                <w:sz w:val="24"/>
                <w:szCs w:val="24"/>
              </w:rPr>
              <w:t>studiów</w:t>
            </w:r>
            <w:r w:rsidR="7EA67328" w:rsidRPr="45A0E28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6A77E31" w14:textId="723C7D2E" w:rsidR="0085747A" w:rsidRPr="009C54AE" w:rsidRDefault="00914E3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105C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5A12E296" w14:textId="77777777" w:rsidTr="45A0E283">
        <w:tc>
          <w:tcPr>
            <w:tcW w:w="4962" w:type="dxa"/>
          </w:tcPr>
          <w:p w14:paraId="37EF56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CB7F1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0D803B3" w14:textId="5B7AE8B1" w:rsidR="00C61DC5" w:rsidRPr="009C54AE" w:rsidRDefault="00C105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0ECD7662" w14:textId="77777777" w:rsidTr="45A0E283">
        <w:tc>
          <w:tcPr>
            <w:tcW w:w="4962" w:type="dxa"/>
          </w:tcPr>
          <w:p w14:paraId="218B784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E92D35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C2F212" w14:textId="7F6B19F5" w:rsidR="00C61DC5" w:rsidRPr="009C54AE" w:rsidRDefault="00914E3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C105C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29F5392" w14:textId="77777777" w:rsidTr="45A0E283">
        <w:tc>
          <w:tcPr>
            <w:tcW w:w="4962" w:type="dxa"/>
          </w:tcPr>
          <w:p w14:paraId="7B4338E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EB1C08" w14:textId="7FE3C724" w:rsidR="0085747A" w:rsidRPr="009C54AE" w:rsidRDefault="00C105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5DC3B7FF" w14:textId="77777777" w:rsidTr="45A0E283">
        <w:tc>
          <w:tcPr>
            <w:tcW w:w="4962" w:type="dxa"/>
          </w:tcPr>
          <w:p w14:paraId="7555DAC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9B632B1" w14:textId="115FA73F" w:rsidR="0085747A" w:rsidRPr="009C54AE" w:rsidRDefault="00C105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87689A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68C9C1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D344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BDBC0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52CA353" w14:textId="77777777" w:rsidTr="4D4835B5">
        <w:trPr>
          <w:trHeight w:val="397"/>
        </w:trPr>
        <w:tc>
          <w:tcPr>
            <w:tcW w:w="3544" w:type="dxa"/>
          </w:tcPr>
          <w:p w14:paraId="686612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EDE6746" w14:textId="67934153" w:rsidR="0085747A" w:rsidRPr="009C54AE" w:rsidRDefault="45DF8EAA" w:rsidP="4D4835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D4835B5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10948B35" w14:textId="77777777" w:rsidTr="4D4835B5">
        <w:trPr>
          <w:trHeight w:val="397"/>
        </w:trPr>
        <w:tc>
          <w:tcPr>
            <w:tcW w:w="3544" w:type="dxa"/>
          </w:tcPr>
          <w:p w14:paraId="3C82782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483134" w14:textId="574B53A6" w:rsidR="0085747A" w:rsidRPr="009C54AE" w:rsidRDefault="036B6A20" w:rsidP="4D4835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4835B5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2DAD38B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21AE1B" w14:textId="1491224A" w:rsidR="4B376363" w:rsidRDefault="4B376363" w:rsidP="4B376363">
      <w:pPr>
        <w:pStyle w:val="Punktygwne"/>
        <w:spacing w:before="0" w:after="0"/>
        <w:rPr>
          <w:rFonts w:ascii="Corbel" w:hAnsi="Corbel"/>
          <w:smallCaps w:val="0"/>
        </w:rPr>
      </w:pPr>
    </w:p>
    <w:p w14:paraId="4F9A120D" w14:textId="081E2A61" w:rsidR="4B376363" w:rsidRDefault="4B376363" w:rsidP="4B376363">
      <w:pPr>
        <w:pStyle w:val="Punktygwne"/>
        <w:spacing w:before="0" w:after="0"/>
        <w:rPr>
          <w:rFonts w:ascii="Corbel" w:hAnsi="Corbel"/>
          <w:smallCaps w:val="0"/>
        </w:rPr>
      </w:pPr>
    </w:p>
    <w:p w14:paraId="69656A6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2AF7B1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5046C" w14:paraId="30DA46B0" w14:textId="77777777" w:rsidTr="78DE9F07">
        <w:trPr>
          <w:trHeight w:val="397"/>
        </w:trPr>
        <w:tc>
          <w:tcPr>
            <w:tcW w:w="7513" w:type="dxa"/>
          </w:tcPr>
          <w:p w14:paraId="3573AE9E" w14:textId="5CFC0123" w:rsidR="0085747A" w:rsidRDefault="0085747A" w:rsidP="4D4835B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4D4835B5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522565DE" w14:textId="0E2B9F5B" w:rsidR="4D4835B5" w:rsidRDefault="4D4835B5" w:rsidP="4D4835B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4AC48763" w14:textId="7AFFA513" w:rsidR="0014579F" w:rsidRDefault="001457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 Pawłowski (red.), Podstawy bezpieczeństwa narodowego (państwa), Warszawa 2017.</w:t>
            </w:r>
          </w:p>
          <w:p w14:paraId="3C6CB87F" w14:textId="14CC1178" w:rsidR="00C105C8" w:rsidRDefault="00C105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H.J.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Morgenthau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Polityka między narodami. Walka o pokój i potęgę, Warszawa 2010.</w:t>
            </w:r>
          </w:p>
          <w:p w14:paraId="73C6F3D2" w14:textId="63221FB9" w:rsidR="00C105C8" w:rsidRDefault="00C105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P.Buhler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O potędze w XXI wieku, Warszawa 2014.</w:t>
            </w:r>
          </w:p>
          <w:p w14:paraId="608F3358" w14:textId="05C894C3" w:rsidR="00B5046C" w:rsidRPr="00C105C8" w:rsidRDefault="00B504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05C8">
              <w:rPr>
                <w:rFonts w:ascii="Corbel" w:hAnsi="Corbel"/>
                <w:b w:val="0"/>
                <w:smallCaps w:val="0"/>
                <w:szCs w:val="24"/>
              </w:rPr>
              <w:t xml:space="preserve">J.J. </w:t>
            </w:r>
            <w:proofErr w:type="spellStart"/>
            <w:r w:rsidRPr="00C105C8">
              <w:rPr>
                <w:rFonts w:ascii="Corbel" w:hAnsi="Corbel"/>
                <w:b w:val="0"/>
                <w:smallCaps w:val="0"/>
                <w:szCs w:val="24"/>
              </w:rPr>
              <w:t>Mearsheimer</w:t>
            </w:r>
            <w:proofErr w:type="spellEnd"/>
            <w:r w:rsidRPr="00C105C8">
              <w:rPr>
                <w:rFonts w:ascii="Corbel" w:hAnsi="Corbel"/>
                <w:b w:val="0"/>
                <w:smallCaps w:val="0"/>
                <w:szCs w:val="24"/>
              </w:rPr>
              <w:t xml:space="preserve">, Tragizm polityki mocarstw, </w:t>
            </w:r>
            <w:r w:rsidR="00C105C8" w:rsidRPr="00C105C8">
              <w:rPr>
                <w:rFonts w:ascii="Corbel" w:hAnsi="Corbel"/>
                <w:b w:val="0"/>
                <w:smallCaps w:val="0"/>
                <w:szCs w:val="24"/>
              </w:rPr>
              <w:t>Kraków 2014.</w:t>
            </w:r>
          </w:p>
          <w:p w14:paraId="6992D28A" w14:textId="77777777" w:rsidR="0014579F" w:rsidRDefault="001457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 Jakubczak, J. Marczak, K. Gąsiorek, W. Jakubczak (red.), Podstawy bezpieczeństwa narodowego Polski w erze globalizacji, Warszawa 2008.</w:t>
            </w:r>
          </w:p>
          <w:p w14:paraId="0EEDA019" w14:textId="77777777" w:rsidR="00261AE0" w:rsidRDefault="00261A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Kitler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Bezpieczeństwo narodowe RP. Podstawowe kategorie, uwarunkowania, system, Warszawa 2011.</w:t>
            </w:r>
          </w:p>
          <w:p w14:paraId="5111BF07" w14:textId="6183D8F3" w:rsidR="00B5046C" w:rsidRPr="00B5046C" w:rsidRDefault="00B504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04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 Jakubczak, J. Flis (red.), Bezpie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czeństwo narodowe Polski w XXI wieku, Warszawa 2006.</w:t>
            </w:r>
          </w:p>
        </w:tc>
      </w:tr>
      <w:tr w:rsidR="0085747A" w:rsidRPr="009C54AE" w14:paraId="019CA0C2" w14:textId="77777777" w:rsidTr="78DE9F07">
        <w:trPr>
          <w:trHeight w:val="397"/>
        </w:trPr>
        <w:tc>
          <w:tcPr>
            <w:tcW w:w="7513" w:type="dxa"/>
          </w:tcPr>
          <w:p w14:paraId="1507BAD3" w14:textId="77777777" w:rsidR="0014579F" w:rsidRDefault="0085747A" w:rsidP="78DE9F0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78DE9F07">
              <w:rPr>
                <w:rFonts w:ascii="Corbel" w:hAnsi="Corbel"/>
                <w:bCs/>
                <w:smallCaps w:val="0"/>
              </w:rPr>
              <w:t>Literatura uzupełniająca:</w:t>
            </w:r>
          </w:p>
          <w:p w14:paraId="774EDCC1" w14:textId="7FFE41DB" w:rsidR="78DE9F07" w:rsidRDefault="78DE9F07" w:rsidP="78DE9F0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0BF30D39" w14:textId="19D329EF" w:rsidR="0085747A" w:rsidRDefault="78BA29B3" w:rsidP="78DE9F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8DE9F07">
              <w:rPr>
                <w:rFonts w:ascii="Corbel" w:hAnsi="Corbel"/>
                <w:b w:val="0"/>
                <w:smallCaps w:val="0"/>
              </w:rPr>
              <w:t xml:space="preserve">Z. </w:t>
            </w:r>
            <w:proofErr w:type="spellStart"/>
            <w:r w:rsidRPr="78DE9F07">
              <w:rPr>
                <w:rFonts w:ascii="Corbel" w:hAnsi="Corbel"/>
                <w:b w:val="0"/>
                <w:smallCaps w:val="0"/>
              </w:rPr>
              <w:t>Smutniak</w:t>
            </w:r>
            <w:proofErr w:type="spellEnd"/>
            <w:r w:rsidRPr="78DE9F07">
              <w:rPr>
                <w:rFonts w:ascii="Corbel" w:hAnsi="Corbel"/>
                <w:b w:val="0"/>
                <w:smallCaps w:val="0"/>
              </w:rPr>
              <w:t xml:space="preserve"> (red.), Osłona strategiczna Polski, Warszawa 2016</w:t>
            </w:r>
            <w:r w:rsidR="54475E17" w:rsidRPr="78DE9F07">
              <w:rPr>
                <w:rFonts w:ascii="Corbel" w:hAnsi="Corbel"/>
                <w:b w:val="0"/>
                <w:smallCaps w:val="0"/>
              </w:rPr>
              <w:t>.</w:t>
            </w:r>
          </w:p>
          <w:p w14:paraId="6890AD89" w14:textId="77777777" w:rsidR="0014579F" w:rsidRDefault="0014579F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R. Szpyra, </w:t>
            </w:r>
            <w:r w:rsidR="00261AE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Bezpieczeństwo militarne państwa, Warszawa 2012.</w:t>
            </w:r>
          </w:p>
          <w:p w14:paraId="5F446BF1" w14:textId="77777777" w:rsidR="00261AE0" w:rsidRDefault="00261AE0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J. Gryz (red.), Zarys teorii bezpieczeństwa państwa, Warszawa 2016.</w:t>
            </w:r>
          </w:p>
          <w:p w14:paraId="40D68AEE" w14:textId="2B25B0E0" w:rsidR="00B5046C" w:rsidRPr="0014579F" w:rsidRDefault="00B5046C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R. Kuźniar(red.), Polska polityka bezpieczeństwa 1989-2000, Warszawa 2001.</w:t>
            </w:r>
          </w:p>
        </w:tc>
      </w:tr>
    </w:tbl>
    <w:p w14:paraId="70CFF33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B25C6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907FB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B138E" w14:textId="77777777" w:rsidR="006E0635" w:rsidRDefault="006E0635" w:rsidP="00C16ABF">
      <w:pPr>
        <w:spacing w:after="0" w:line="240" w:lineRule="auto"/>
      </w:pPr>
      <w:r>
        <w:separator/>
      </w:r>
    </w:p>
  </w:endnote>
  <w:endnote w:type="continuationSeparator" w:id="0">
    <w:p w14:paraId="124D07F9" w14:textId="77777777" w:rsidR="006E0635" w:rsidRDefault="006E06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4CE15" w14:textId="77777777" w:rsidR="006E0635" w:rsidRDefault="006E0635" w:rsidP="00C16ABF">
      <w:pPr>
        <w:spacing w:after="0" w:line="240" w:lineRule="auto"/>
      </w:pPr>
      <w:r>
        <w:separator/>
      </w:r>
    </w:p>
  </w:footnote>
  <w:footnote w:type="continuationSeparator" w:id="0">
    <w:p w14:paraId="7FC03AAD" w14:textId="77777777" w:rsidR="006E0635" w:rsidRDefault="006E0635" w:rsidP="00C16ABF">
      <w:pPr>
        <w:spacing w:after="0" w:line="240" w:lineRule="auto"/>
      </w:pPr>
      <w:r>
        <w:continuationSeparator/>
      </w:r>
    </w:p>
  </w:footnote>
  <w:footnote w:id="1">
    <w:p w14:paraId="4D5E0752" w14:textId="77777777" w:rsidR="00EC7262" w:rsidRDefault="00EC7262" w:rsidP="00EC726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E29F2"/>
    <w:multiLevelType w:val="hybridMultilevel"/>
    <w:tmpl w:val="B478E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8315DC"/>
    <w:multiLevelType w:val="hybridMultilevel"/>
    <w:tmpl w:val="27461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E7A43"/>
    <w:multiLevelType w:val="hybridMultilevel"/>
    <w:tmpl w:val="88C68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4603355">
    <w:abstractNumId w:val="1"/>
  </w:num>
  <w:num w:numId="2" w16cid:durableId="655382773">
    <w:abstractNumId w:val="0"/>
  </w:num>
  <w:num w:numId="3" w16cid:durableId="615453768">
    <w:abstractNumId w:val="3"/>
  </w:num>
  <w:num w:numId="4" w16cid:durableId="60654860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6754"/>
    <w:rsid w:val="00124BFF"/>
    <w:rsid w:val="0012560E"/>
    <w:rsid w:val="00127108"/>
    <w:rsid w:val="00134B13"/>
    <w:rsid w:val="0014579F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3610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AE0"/>
    <w:rsid w:val="00281FF2"/>
    <w:rsid w:val="002857DE"/>
    <w:rsid w:val="00291567"/>
    <w:rsid w:val="0029461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343CF"/>
    <w:rsid w:val="00346FE9"/>
    <w:rsid w:val="0034759A"/>
    <w:rsid w:val="003503F6"/>
    <w:rsid w:val="003530DD"/>
    <w:rsid w:val="00363F78"/>
    <w:rsid w:val="00373BDA"/>
    <w:rsid w:val="0038339C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6C67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4832"/>
    <w:rsid w:val="004652C2"/>
    <w:rsid w:val="004706D1"/>
    <w:rsid w:val="00471326"/>
    <w:rsid w:val="0047598D"/>
    <w:rsid w:val="00481E06"/>
    <w:rsid w:val="004840FD"/>
    <w:rsid w:val="00490F7D"/>
    <w:rsid w:val="00491678"/>
    <w:rsid w:val="004968E2"/>
    <w:rsid w:val="004A3EEA"/>
    <w:rsid w:val="004A4D1F"/>
    <w:rsid w:val="004B2D00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24BF"/>
    <w:rsid w:val="005E4B14"/>
    <w:rsid w:val="005E6E85"/>
    <w:rsid w:val="005F2DDF"/>
    <w:rsid w:val="005F31D2"/>
    <w:rsid w:val="0061029B"/>
    <w:rsid w:val="00617230"/>
    <w:rsid w:val="00621CE1"/>
    <w:rsid w:val="00627FC9"/>
    <w:rsid w:val="00644C70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0635"/>
    <w:rsid w:val="006E5D65"/>
    <w:rsid w:val="006F1282"/>
    <w:rsid w:val="006F1FBC"/>
    <w:rsid w:val="006F31E2"/>
    <w:rsid w:val="00706544"/>
    <w:rsid w:val="007072BA"/>
    <w:rsid w:val="0071620A"/>
    <w:rsid w:val="007235A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233D"/>
    <w:rsid w:val="0081554D"/>
    <w:rsid w:val="0081707E"/>
    <w:rsid w:val="008449B3"/>
    <w:rsid w:val="0085747A"/>
    <w:rsid w:val="008745C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A0D"/>
    <w:rsid w:val="008E64F4"/>
    <w:rsid w:val="008F12C9"/>
    <w:rsid w:val="008F6E29"/>
    <w:rsid w:val="00914E3A"/>
    <w:rsid w:val="00916188"/>
    <w:rsid w:val="00923D7D"/>
    <w:rsid w:val="009508DF"/>
    <w:rsid w:val="00950DAC"/>
    <w:rsid w:val="00954A07"/>
    <w:rsid w:val="0095751E"/>
    <w:rsid w:val="00997F14"/>
    <w:rsid w:val="009A78D9"/>
    <w:rsid w:val="009B1682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46C"/>
    <w:rsid w:val="00B607DB"/>
    <w:rsid w:val="00B66529"/>
    <w:rsid w:val="00B75946"/>
    <w:rsid w:val="00B8056E"/>
    <w:rsid w:val="00B819C8"/>
    <w:rsid w:val="00B82308"/>
    <w:rsid w:val="00B90885"/>
    <w:rsid w:val="00BA1083"/>
    <w:rsid w:val="00BB520A"/>
    <w:rsid w:val="00BD3869"/>
    <w:rsid w:val="00BD66E9"/>
    <w:rsid w:val="00BD6FF4"/>
    <w:rsid w:val="00BF2C41"/>
    <w:rsid w:val="00C058B4"/>
    <w:rsid w:val="00C05F44"/>
    <w:rsid w:val="00C105C8"/>
    <w:rsid w:val="00C131B5"/>
    <w:rsid w:val="00C16ABF"/>
    <w:rsid w:val="00C170AE"/>
    <w:rsid w:val="00C26CB7"/>
    <w:rsid w:val="00C324C1"/>
    <w:rsid w:val="00C36992"/>
    <w:rsid w:val="00C56036"/>
    <w:rsid w:val="00C61DC5"/>
    <w:rsid w:val="00C63883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889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374C"/>
    <w:rsid w:val="00DA2114"/>
    <w:rsid w:val="00DA385A"/>
    <w:rsid w:val="00DE09C0"/>
    <w:rsid w:val="00DE4A14"/>
    <w:rsid w:val="00DF320D"/>
    <w:rsid w:val="00DF71C8"/>
    <w:rsid w:val="00E0067A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C7262"/>
    <w:rsid w:val="00ED03AB"/>
    <w:rsid w:val="00ED32D2"/>
    <w:rsid w:val="00EE2A2F"/>
    <w:rsid w:val="00EE32DE"/>
    <w:rsid w:val="00EE5457"/>
    <w:rsid w:val="00F070AB"/>
    <w:rsid w:val="00F17567"/>
    <w:rsid w:val="00F27A7B"/>
    <w:rsid w:val="00F526AF"/>
    <w:rsid w:val="00F617C3"/>
    <w:rsid w:val="00F7066B"/>
    <w:rsid w:val="00F82668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6B6A20"/>
    <w:rsid w:val="09E22843"/>
    <w:rsid w:val="0DC2172F"/>
    <w:rsid w:val="0FFE3B44"/>
    <w:rsid w:val="10F9B7F1"/>
    <w:rsid w:val="14A37FF5"/>
    <w:rsid w:val="198BF52D"/>
    <w:rsid w:val="1DB3BC21"/>
    <w:rsid w:val="1FB4A631"/>
    <w:rsid w:val="224A31FE"/>
    <w:rsid w:val="24D2F1FB"/>
    <w:rsid w:val="28E97E52"/>
    <w:rsid w:val="2BE8E33E"/>
    <w:rsid w:val="2E4ECD44"/>
    <w:rsid w:val="3059ABA9"/>
    <w:rsid w:val="34AE334A"/>
    <w:rsid w:val="3D4B3A48"/>
    <w:rsid w:val="45A0E283"/>
    <w:rsid w:val="45DF8EAA"/>
    <w:rsid w:val="4748CCC9"/>
    <w:rsid w:val="49273C1C"/>
    <w:rsid w:val="4A9DFC81"/>
    <w:rsid w:val="4B376363"/>
    <w:rsid w:val="4D4835B5"/>
    <w:rsid w:val="54475E17"/>
    <w:rsid w:val="56CAD18D"/>
    <w:rsid w:val="5E399B47"/>
    <w:rsid w:val="5F5B0290"/>
    <w:rsid w:val="63FCA029"/>
    <w:rsid w:val="646234DE"/>
    <w:rsid w:val="66DEA435"/>
    <w:rsid w:val="6C6F029A"/>
    <w:rsid w:val="6E702DC2"/>
    <w:rsid w:val="750A0EE8"/>
    <w:rsid w:val="76107E76"/>
    <w:rsid w:val="7690AB95"/>
    <w:rsid w:val="78BA29B3"/>
    <w:rsid w:val="78DE9F07"/>
    <w:rsid w:val="7BF49172"/>
    <w:rsid w:val="7D1BEF24"/>
    <w:rsid w:val="7EA67328"/>
    <w:rsid w:val="7F34B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19852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92BAD-B434-4A82-B9F1-78824EE0B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1074</Words>
  <Characters>6446</Characters>
  <Application>Microsoft Office Word</Application>
  <DocSecurity>0</DocSecurity>
  <Lines>53</Lines>
  <Paragraphs>15</Paragraphs>
  <ScaleCrop>false</ScaleCrop>
  <Company>Hewlett-Packard Company</Company>
  <LinksUpToDate>false</LinksUpToDate>
  <CharactersWithSpaces>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15</cp:revision>
  <cp:lastPrinted>2019-02-06T12:12:00Z</cp:lastPrinted>
  <dcterms:created xsi:type="dcterms:W3CDTF">2021-12-08T16:16:00Z</dcterms:created>
  <dcterms:modified xsi:type="dcterms:W3CDTF">2025-11-14T23:58:00Z</dcterms:modified>
</cp:coreProperties>
</file>